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A938AC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Wirt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A938AC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A938AC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17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A938AC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29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A938AC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17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A938AC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58.6%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82.4%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88.2%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100.0%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100.0%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96" w:type="pct"/>
          </w:tcPr>
          <w:p w:rsidR="00CE3AB1" w:rsidRPr="006E7165" w:rsidRDefault="00A938AC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28" w:type="pct"/>
            <w:vAlign w:val="center"/>
          </w:tcPr>
          <w:p w:rsidR="00CE3AB1" w:rsidRPr="006E7165" w:rsidRDefault="00A938AC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A938AC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96" w:type="pct"/>
          </w:tcPr>
          <w:p w:rsidR="00CE3AB1" w:rsidRPr="006E7165" w:rsidRDefault="00A938AC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CE3AB1" w:rsidRPr="006E7165" w:rsidRDefault="00A938AC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A938AC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6.7%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A938AC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93.3%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82.4%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70.6%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76.5%</w:t>
            </w:r>
          </w:p>
        </w:tc>
        <w:tc>
          <w:tcPr>
            <w:tcW w:w="48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7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6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86.7%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2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76.5%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8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61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74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0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6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2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93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4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93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2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4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93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6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93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461" w:type="pct"/>
            <w:vAlign w:val="center"/>
          </w:tcPr>
          <w:p w:rsidR="00214B57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214B57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66" w:type="pct"/>
            <w:vAlign w:val="center"/>
          </w:tcPr>
          <w:p w:rsidR="00214B57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426" w:type="pct"/>
            <w:vAlign w:val="center"/>
          </w:tcPr>
          <w:p w:rsidR="00214B57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478" w:type="pct"/>
            <w:vAlign w:val="center"/>
          </w:tcPr>
          <w:p w:rsidR="00214B57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93" w:type="pct"/>
            <w:vAlign w:val="center"/>
          </w:tcPr>
          <w:p w:rsidR="00214B57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6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501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66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426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78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593" w:type="pct"/>
            <w:vAlign w:val="center"/>
          </w:tcPr>
          <w:p w:rsidR="00EF19D8" w:rsidRPr="00B37E4B" w:rsidRDefault="00A938AC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A938AC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A938AC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23.5%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64.7%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52.9%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47.1%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58.8%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35.3%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11.8%</w:t>
            </w:r>
          </w:p>
        </w:tc>
        <w:tc>
          <w:tcPr>
            <w:tcW w:w="652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9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</w:tcPr>
          <w:p w:rsidR="00C549CB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434" w:type="pct"/>
          </w:tcPr>
          <w:p w:rsidR="00F0440E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5.9%</w:t>
            </w:r>
          </w:p>
        </w:tc>
        <w:tc>
          <w:tcPr>
            <w:tcW w:w="381" w:type="pct"/>
          </w:tcPr>
          <w:p w:rsidR="00F0440E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652" w:type="pct"/>
          </w:tcPr>
          <w:p w:rsidR="00F0440E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29.4%</w:t>
            </w:r>
          </w:p>
        </w:tc>
        <w:tc>
          <w:tcPr>
            <w:tcW w:w="579" w:type="pct"/>
          </w:tcPr>
          <w:p w:rsidR="00F0440E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41.2%</w:t>
            </w:r>
          </w:p>
        </w:tc>
        <w:tc>
          <w:tcPr>
            <w:tcW w:w="577" w:type="pct"/>
          </w:tcPr>
          <w:p w:rsidR="00F0440E" w:rsidRPr="00B37E4B" w:rsidRDefault="00A938AC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A938AC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5.9%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A938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1143" w:type="dxa"/>
            <w:noWrap/>
          </w:tcPr>
          <w:p w:rsidR="00B37E4B" w:rsidRPr="00B37E4B" w:rsidRDefault="00A938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1063" w:type="dxa"/>
            <w:noWrap/>
          </w:tcPr>
          <w:p w:rsidR="00B37E4B" w:rsidRPr="00B37E4B" w:rsidRDefault="00A938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983" w:type="dxa"/>
            <w:noWrap/>
          </w:tcPr>
          <w:p w:rsidR="00B37E4B" w:rsidRPr="00B37E4B" w:rsidRDefault="00A938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1258" w:type="dxa"/>
          </w:tcPr>
          <w:p w:rsidR="00B37E4B" w:rsidRPr="00B37E4B" w:rsidRDefault="00A938AC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A938AC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44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76.5%</w:t>
            </w:r>
          </w:p>
        </w:tc>
        <w:tc>
          <w:tcPr>
            <w:tcW w:w="607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A938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A938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A938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A938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44" w:type="pct"/>
          </w:tcPr>
          <w:p w:rsidR="006C05CF" w:rsidRPr="006E7165" w:rsidRDefault="00A938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58.8%</w:t>
            </w:r>
          </w:p>
        </w:tc>
        <w:tc>
          <w:tcPr>
            <w:tcW w:w="607" w:type="pct"/>
          </w:tcPr>
          <w:p w:rsidR="006C05CF" w:rsidRPr="006E7165" w:rsidRDefault="00A938AC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434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44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07" w:type="pct"/>
          </w:tcPr>
          <w:p w:rsidR="00C549CB" w:rsidRPr="006E7165" w:rsidRDefault="00A938AC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76.5%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70.6%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5" w:type="pct"/>
            <w:vAlign w:val="center"/>
          </w:tcPr>
          <w:p w:rsidR="006C05CF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A938AC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E92B3E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E92B3E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29.4%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AE4F40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AE4F40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35.3%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528" w:type="pct"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528" w:type="pct"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47.1%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28" w:type="pct"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52.9%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A938AC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A938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A938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23.5%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A938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41.2%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A938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11.8%</w:t>
            </w:r>
          </w:p>
        </w:tc>
        <w:tc>
          <w:tcPr>
            <w:tcW w:w="528" w:type="pct"/>
            <w:vAlign w:val="center"/>
          </w:tcPr>
          <w:p w:rsidR="00C549CB" w:rsidRPr="006E7165" w:rsidRDefault="00A938AC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A938AC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8AC" w:rsidRDefault="00A938AC" w:rsidP="0035328A">
      <w:pPr>
        <w:spacing w:after="0" w:line="240" w:lineRule="auto"/>
      </w:pPr>
      <w:r>
        <w:separator/>
      </w:r>
    </w:p>
  </w:endnote>
  <w:endnote w:type="continuationSeparator" w:id="0">
    <w:p w:rsidR="00A938AC" w:rsidRDefault="00A938AC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8A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8AC" w:rsidRDefault="00A938AC" w:rsidP="0035328A">
      <w:pPr>
        <w:spacing w:after="0" w:line="240" w:lineRule="auto"/>
      </w:pPr>
      <w:r>
        <w:separator/>
      </w:r>
    </w:p>
  </w:footnote>
  <w:footnote w:type="continuationSeparator" w:id="0">
    <w:p w:rsidR="00A938AC" w:rsidRDefault="00A938AC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AC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38AC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E0E5DD-E744-4C56-A199-4DE13A5A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1F795-2B03-4EA6-9DCC-35B2A605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2018-09-04T16:38:00Z</dcterms:created>
  <dcterms:modified xsi:type="dcterms:W3CDTF">2018-09-04T16:38:00Z</dcterms:modified>
</cp:coreProperties>
</file>